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0E8A" w14:textId="77777777" w:rsidR="003F5299" w:rsidRPr="003F5299" w:rsidRDefault="00A75EE2" w:rsidP="00ED78AF">
      <w:pPr>
        <w:pStyle w:val="FACTHeading2"/>
      </w:pPr>
      <w:r>
        <w:t>About</w:t>
      </w:r>
      <w:r w:rsidR="0066136D">
        <w:t xml:space="preserve"> (Heading 2)</w:t>
      </w:r>
    </w:p>
    <w:p w14:paraId="368096A1" w14:textId="77777777" w:rsidR="0070116E" w:rsidRDefault="0066136D" w:rsidP="00F61B49">
      <w:pPr>
        <w:pStyle w:val="FACTDoubleColumn"/>
      </w:pPr>
      <w:r>
        <w:rPr>
          <w:b/>
        </w:rPr>
        <w:t xml:space="preserve">FACT Double Column Style… </w:t>
      </w:r>
      <w:r w:rsidR="0070116E" w:rsidRPr="00842CFA">
        <w:t xml:space="preserve">At </w:t>
      </w:r>
      <w:proofErr w:type="spellStart"/>
      <w:r w:rsidR="0070116E" w:rsidRPr="00842CFA">
        <w:t>vero</w:t>
      </w:r>
      <w:proofErr w:type="spellEnd"/>
      <w:r w:rsidR="0070116E" w:rsidRPr="00842CFA">
        <w:t xml:space="preserve"> </w:t>
      </w:r>
      <w:proofErr w:type="spellStart"/>
      <w:r w:rsidR="0070116E" w:rsidRPr="00842CFA">
        <w:t>eos</w:t>
      </w:r>
      <w:proofErr w:type="spellEnd"/>
      <w:r w:rsidR="0070116E" w:rsidRPr="00842CFA">
        <w:t xml:space="preserve"> et </w:t>
      </w:r>
      <w:proofErr w:type="spellStart"/>
      <w:r w:rsidR="0070116E" w:rsidRPr="00842CFA">
        <w:t>accusamus</w:t>
      </w:r>
      <w:proofErr w:type="spellEnd"/>
      <w:r w:rsidR="0070116E" w:rsidRPr="00842CFA">
        <w:t xml:space="preserve"> et </w:t>
      </w:r>
      <w:proofErr w:type="spellStart"/>
      <w:r w:rsidR="0070116E" w:rsidRPr="00842CFA">
        <w:t>ius</w:t>
      </w:r>
      <w:r w:rsidR="0070116E">
        <w:t>to</w:t>
      </w:r>
      <w:proofErr w:type="spellEnd"/>
      <w:r w:rsidR="0070116E">
        <w:t xml:space="preserve"> </w:t>
      </w:r>
      <w:proofErr w:type="spellStart"/>
      <w:r w:rsidR="0070116E">
        <w:t>odio</w:t>
      </w:r>
      <w:proofErr w:type="spellEnd"/>
      <w:r w:rsidR="0070116E">
        <w:t xml:space="preserve"> </w:t>
      </w:r>
      <w:proofErr w:type="spellStart"/>
      <w:r w:rsidR="0070116E">
        <w:t>dignissimos</w:t>
      </w:r>
      <w:proofErr w:type="spellEnd"/>
      <w:r w:rsidR="0070116E">
        <w:t xml:space="preserve"> </w:t>
      </w:r>
      <w:proofErr w:type="spellStart"/>
      <w:r w:rsidR="0070116E">
        <w:t>ducimus</w:t>
      </w:r>
      <w:proofErr w:type="spellEnd"/>
      <w:r w:rsidR="0070116E">
        <w:t xml:space="preserve"> qui</w:t>
      </w:r>
    </w:p>
    <w:p w14:paraId="7E1F77CD" w14:textId="77777777" w:rsidR="003F5299" w:rsidRDefault="003F5299" w:rsidP="00F61B49">
      <w:pPr>
        <w:pStyle w:val="FACTDoubleColumn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</w:t>
      </w:r>
      <w:r w:rsidRPr="003F5299">
        <w:t>nobis</w:t>
      </w:r>
      <w:r w:rsidRPr="000935E8">
        <w:t xml:space="preserve">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</w:p>
    <w:p w14:paraId="1843E118" w14:textId="77777777" w:rsidR="003F5299" w:rsidRDefault="003F5299" w:rsidP="00F61B49">
      <w:pPr>
        <w:pStyle w:val="FACTDoubleColumn"/>
      </w:pPr>
      <w:proofErr w:type="spellStart"/>
      <w:r>
        <w:t>I</w:t>
      </w:r>
      <w:r w:rsidRPr="000935E8">
        <w:t>nihil</w:t>
      </w:r>
      <w:proofErr w:type="spellEnd"/>
      <w:r w:rsidRPr="000935E8">
        <w:t xml:space="preserve">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</w:t>
      </w:r>
    </w:p>
    <w:p w14:paraId="7F1F25AA" w14:textId="77777777" w:rsidR="00A75EE2" w:rsidRDefault="00ED78AF" w:rsidP="00F61B49">
      <w:pPr>
        <w:pStyle w:val="FACTDoubleColumn"/>
      </w:pPr>
      <w:r w:rsidRPr="00406F01"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0" wp14:anchorId="1B99010B" wp14:editId="57C9C1B6">
                <wp:simplePos x="0" y="0"/>
                <wp:positionH relativeFrom="margin">
                  <wp:posOffset>-635</wp:posOffset>
                </wp:positionH>
                <wp:positionV relativeFrom="paragraph">
                  <wp:posOffset>776605</wp:posOffset>
                </wp:positionV>
                <wp:extent cx="5029200" cy="227965"/>
                <wp:effectExtent l="0" t="0" r="0" b="635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29200" cy="227965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A3B97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-.05pt;margin-top:61.15pt;width:396pt;height:17.95pt;z-index:2516848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" o:allowoverlap="f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3F5299">
        <w:t>E</w:t>
      </w:r>
      <w:r w:rsidR="003F5299" w:rsidRPr="000935E8">
        <w:t xml:space="preserve">t </w:t>
      </w:r>
      <w:proofErr w:type="spellStart"/>
      <w:r w:rsidR="003F5299" w:rsidRPr="000935E8">
        <w:t>aut</w:t>
      </w:r>
      <w:proofErr w:type="spellEnd"/>
      <w:r w:rsidR="003F5299" w:rsidRPr="000935E8">
        <w:t xml:space="preserve"> </w:t>
      </w:r>
      <w:proofErr w:type="spellStart"/>
      <w:r w:rsidR="003F5299" w:rsidRPr="000935E8">
        <w:t>officiis</w:t>
      </w:r>
      <w:proofErr w:type="spellEnd"/>
      <w:r w:rsidR="003F5299" w:rsidRPr="000935E8">
        <w:t xml:space="preserve"> </w:t>
      </w:r>
      <w:proofErr w:type="spellStart"/>
      <w:r w:rsidR="003F5299" w:rsidRPr="000935E8">
        <w:t>debitis</w:t>
      </w:r>
      <w:proofErr w:type="spellEnd"/>
      <w:r w:rsidR="003F5299" w:rsidRPr="000935E8">
        <w:t xml:space="preserve"> </w:t>
      </w:r>
      <w:proofErr w:type="spellStart"/>
      <w:r w:rsidR="003F5299" w:rsidRPr="000935E8">
        <w:t>aut</w:t>
      </w:r>
      <w:proofErr w:type="spellEnd"/>
      <w:r w:rsidR="003F5299" w:rsidRPr="000935E8">
        <w:t xml:space="preserve"> rerum </w:t>
      </w:r>
      <w:proofErr w:type="spellStart"/>
      <w:r w:rsidR="003F5299" w:rsidRPr="000935E8">
        <w:t>recusandae</w:t>
      </w:r>
      <w:proofErr w:type="spellEnd"/>
      <w:r w:rsidR="003F5299" w:rsidRPr="000935E8">
        <w:t xml:space="preserve">. </w:t>
      </w:r>
      <w:proofErr w:type="spellStart"/>
      <w:r w:rsidR="003F5299" w:rsidRPr="000935E8">
        <w:t>Itaque</w:t>
      </w:r>
      <w:proofErr w:type="spellEnd"/>
      <w:r w:rsidR="003F5299" w:rsidRPr="000935E8">
        <w:t xml:space="preserve"> </w:t>
      </w:r>
      <w:proofErr w:type="spellStart"/>
      <w:r w:rsidR="003F5299" w:rsidRPr="000935E8">
        <w:t>earum</w:t>
      </w:r>
      <w:proofErr w:type="spellEnd"/>
      <w:r w:rsidR="003F5299" w:rsidRPr="000935E8">
        <w:t xml:space="preserve"> rerum hic </w:t>
      </w:r>
      <w:proofErr w:type="spellStart"/>
      <w:r w:rsidR="003F5299" w:rsidRPr="000935E8">
        <w:t>tenetur</w:t>
      </w:r>
      <w:proofErr w:type="spellEnd"/>
      <w:r w:rsidR="003F5299" w:rsidRPr="000935E8">
        <w:t xml:space="preserve"> a </w:t>
      </w:r>
      <w:proofErr w:type="spellStart"/>
      <w:r w:rsidR="003F5299" w:rsidRPr="00035E8E">
        <w:t>sapiente</w:t>
      </w:r>
      <w:proofErr w:type="spellEnd"/>
      <w:r w:rsidR="003F5299" w:rsidRPr="000935E8">
        <w:t xml:space="preserve"> delectus</w:t>
      </w:r>
    </w:p>
    <w:p w14:paraId="68F4E3B1" w14:textId="77777777" w:rsidR="00A75EE2" w:rsidRPr="00ED78AF" w:rsidRDefault="00A75EE2" w:rsidP="00ED78AF">
      <w:pPr>
        <w:pStyle w:val="FACTHeading2"/>
      </w:pPr>
      <w:r>
        <w:br w:type="column"/>
      </w:r>
      <w:r w:rsidRPr="00ED78AF">
        <w:t>Partners</w:t>
      </w:r>
      <w:r w:rsidR="0066136D">
        <w:t xml:space="preserve"> (Heading 2)</w:t>
      </w:r>
    </w:p>
    <w:p w14:paraId="15CFDDBD" w14:textId="77777777" w:rsidR="003F01FC" w:rsidRDefault="00A75EE2" w:rsidP="00F61B49">
      <w:pPr>
        <w:pStyle w:val="FACTDoubleColumn"/>
      </w:pPr>
      <w:r>
        <w:t>U</w:t>
      </w:r>
      <w:r w:rsidR="003F5299" w:rsidRPr="000935E8">
        <w:t xml:space="preserve">t </w:t>
      </w:r>
      <w:proofErr w:type="spellStart"/>
      <w:r w:rsidR="003F5299" w:rsidRPr="000935E8">
        <w:t>aut</w:t>
      </w:r>
      <w:proofErr w:type="spellEnd"/>
      <w:r w:rsidR="003F5299" w:rsidRPr="000935E8">
        <w:t xml:space="preserve"> </w:t>
      </w:r>
      <w:proofErr w:type="spellStart"/>
      <w:r w:rsidR="003F5299" w:rsidRPr="000935E8">
        <w:t>reiciendis</w:t>
      </w:r>
      <w:proofErr w:type="spellEnd"/>
      <w:r w:rsidR="003F5299" w:rsidRPr="000935E8">
        <w:t xml:space="preserve"> </w:t>
      </w:r>
      <w:proofErr w:type="spellStart"/>
      <w:r w:rsidR="003F5299" w:rsidRPr="000935E8">
        <w:t>voluptatibus</w:t>
      </w:r>
      <w:proofErr w:type="spellEnd"/>
      <w:r w:rsidR="003F5299" w:rsidRPr="000935E8">
        <w:t xml:space="preserve"> </w:t>
      </w:r>
    </w:p>
    <w:p w14:paraId="627A465E" w14:textId="77777777" w:rsidR="003F01FC" w:rsidRDefault="003F5299" w:rsidP="00F61B49">
      <w:pPr>
        <w:pStyle w:val="FACTDoubleColumn"/>
      </w:pP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</w:p>
    <w:p w14:paraId="07EA7286" w14:textId="77777777" w:rsidR="003F01FC" w:rsidRDefault="003F5299" w:rsidP="00F61B49">
      <w:pPr>
        <w:pStyle w:val="FACTDoubleColumn"/>
      </w:pP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</w:p>
    <w:p w14:paraId="48382126" w14:textId="77777777" w:rsidR="003F5299" w:rsidRDefault="003F5299" w:rsidP="00F61B49">
      <w:pPr>
        <w:pStyle w:val="FACTDoubleColumn"/>
      </w:pP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</w:p>
    <w:p w14:paraId="2C5C7790" w14:textId="77777777" w:rsidR="009E229A" w:rsidRDefault="0070116E" w:rsidP="00F61B49">
      <w:pPr>
        <w:pStyle w:val="FACTDoubleColumn"/>
      </w:pPr>
      <w:proofErr w:type="spellStart"/>
      <w:r>
        <w:t>B</w:t>
      </w:r>
      <w:r w:rsidRPr="00842CFA">
        <w:t>landitiis</w:t>
      </w:r>
      <w:proofErr w:type="spellEnd"/>
      <w:r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</w:t>
      </w:r>
    </w:p>
    <w:p w14:paraId="72639119" w14:textId="77777777" w:rsidR="00EA0377" w:rsidRPr="00406F01" w:rsidRDefault="00EA0377" w:rsidP="00406F01">
      <w:pPr>
        <w:pStyle w:val="BasicParagraph"/>
      </w:pPr>
    </w:p>
    <w:p w14:paraId="70C2585A" w14:textId="77777777" w:rsidR="00EA0377" w:rsidRPr="00EA0377" w:rsidRDefault="00EA0377" w:rsidP="00CF6353">
      <w:pPr>
        <w:pStyle w:val="BasicParagraph"/>
        <w:sectPr w:rsidR="00EA0377" w:rsidRPr="00EA0377" w:rsidSect="0025291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2880" w:right="576" w:bottom="720" w:left="3816" w:header="288" w:footer="144" w:gutter="0"/>
          <w:cols w:num="2" w:space="504"/>
          <w:noEndnote/>
        </w:sectPr>
      </w:pPr>
    </w:p>
    <w:p w14:paraId="6AC460AA" w14:textId="77777777" w:rsidR="003E78CB" w:rsidRPr="00CA134D" w:rsidRDefault="003E78CB" w:rsidP="00CA134D">
      <w:pPr>
        <w:pStyle w:val="FACTHeading1"/>
      </w:pPr>
      <w:r w:rsidRPr="00CA134D">
        <w:t>Programs/Services</w:t>
      </w:r>
      <w:r w:rsidR="0066136D">
        <w:t xml:space="preserve"> (</w:t>
      </w:r>
      <w:proofErr w:type="spellStart"/>
      <w:r w:rsidR="0066136D">
        <w:t>FACT_</w:t>
      </w:r>
      <w:r w:rsidR="0066136D">
        <w:rPr>
          <w:caps w:val="0"/>
        </w:rPr>
        <w:t>Heading</w:t>
      </w:r>
      <w:proofErr w:type="spellEnd"/>
      <w:r w:rsidR="0066136D">
        <w:rPr>
          <w:caps w:val="0"/>
        </w:rPr>
        <w:t xml:space="preserve"> 1 Style)</w:t>
      </w:r>
    </w:p>
    <w:p w14:paraId="0ABD5039" w14:textId="77777777" w:rsidR="003E78CB" w:rsidRDefault="003E78CB" w:rsidP="003E78CB">
      <w:pPr>
        <w:pStyle w:val="FACTHeading2"/>
      </w:pPr>
      <w:r>
        <w:t>Employers</w:t>
      </w:r>
      <w:r w:rsidR="0066136D">
        <w:t xml:space="preserve"> (Heading 2)</w:t>
      </w:r>
    </w:p>
    <w:p w14:paraId="1BBB54EE" w14:textId="77777777" w:rsidR="003E78CB" w:rsidRDefault="0066136D" w:rsidP="00F61B49">
      <w:pPr>
        <w:pStyle w:val="FACTSinglecolumn"/>
      </w:pPr>
      <w:r>
        <w:rPr>
          <w:b/>
        </w:rPr>
        <w:t xml:space="preserve">FACT Single Column Style… </w:t>
      </w:r>
      <w:r w:rsidR="003E78CB" w:rsidRPr="00842CFA">
        <w:t xml:space="preserve">At </w:t>
      </w:r>
      <w:proofErr w:type="spellStart"/>
      <w:r w:rsidR="003E78CB" w:rsidRPr="00842CFA">
        <w:t>vero</w:t>
      </w:r>
      <w:proofErr w:type="spellEnd"/>
      <w:r w:rsidR="003E78CB" w:rsidRPr="00842CFA">
        <w:t xml:space="preserve"> </w:t>
      </w:r>
      <w:proofErr w:type="spellStart"/>
      <w:r w:rsidR="003E78CB" w:rsidRPr="00842CFA">
        <w:t>ius</w:t>
      </w:r>
      <w:r w:rsidR="003E78CB">
        <w:t>to</w:t>
      </w:r>
      <w:proofErr w:type="spellEnd"/>
      <w:r w:rsidR="003E78CB">
        <w:t xml:space="preserve"> </w:t>
      </w:r>
      <w:proofErr w:type="spellStart"/>
      <w:r w:rsidR="003E78CB">
        <w:t>odio</w:t>
      </w:r>
      <w:proofErr w:type="spellEnd"/>
      <w:r w:rsidR="003E78CB">
        <w:t xml:space="preserve"> </w:t>
      </w:r>
      <w:proofErr w:type="spellStart"/>
      <w:r w:rsidR="003E78CB">
        <w:t>dignissimos</w:t>
      </w:r>
      <w:proofErr w:type="spellEnd"/>
      <w:r w:rsidR="003E78CB">
        <w:t xml:space="preserve"> </w:t>
      </w:r>
      <w:proofErr w:type="spellStart"/>
      <w:r w:rsidR="003E78CB">
        <w:t>ducimus</w:t>
      </w:r>
      <w:proofErr w:type="spellEnd"/>
      <w:r w:rsidR="003E78CB">
        <w:t xml:space="preserve"> qui</w:t>
      </w:r>
      <w:r w:rsidR="00314E2D">
        <w:rPr>
          <w:noProof/>
          <w:color w:val="FDB525"/>
        </w:rPr>
        <mc:AlternateContent>
          <mc:Choice Requires="wps">
            <w:drawing>
              <wp:anchor distT="0" distB="0" distL="0" distR="365760" simplePos="0" relativeHeight="251686912" behindDoc="1" locked="1" layoutInCell="1" allowOverlap="0" wp14:anchorId="72193E3A" wp14:editId="4D75327A">
                <wp:simplePos x="0" y="0"/>
                <wp:positionH relativeFrom="insideMargin">
                  <wp:posOffset>330835</wp:posOffset>
                </wp:positionH>
                <wp:positionV relativeFrom="margin">
                  <wp:posOffset>0</wp:posOffset>
                </wp:positionV>
                <wp:extent cx="1737360" cy="5961380"/>
                <wp:effectExtent l="0" t="0" r="0" b="1270"/>
                <wp:wrapTight wrapText="right">
                  <wp:wrapPolygon edited="0">
                    <wp:start x="0" y="0"/>
                    <wp:lineTo x="0" y="21536"/>
                    <wp:lineTo x="21316" y="21536"/>
                    <wp:lineTo x="21316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596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02F44" w14:textId="77777777" w:rsidR="00314E2D" w:rsidRDefault="002F3AED" w:rsidP="00DC222B">
                            <w:pPr>
                              <w:pStyle w:val="FACTSidebarHeading"/>
                              <w:spacing w:before="0" w:line="240" w:lineRule="exact"/>
                            </w:pPr>
                            <w:r>
                              <w:t>Mission</w:t>
                            </w:r>
                            <w:r w:rsidR="00054568">
                              <w:br/>
                              <w:t>(Sidebar Heading)</w:t>
                            </w:r>
                          </w:p>
                          <w:p w14:paraId="09D21C92" w14:textId="77777777" w:rsidR="002F3AED" w:rsidRDefault="00054568" w:rsidP="003F01FC">
                            <w:pPr>
                              <w:pStyle w:val="FACTSidebartext"/>
                            </w:pPr>
                            <w:r w:rsidRPr="00054568">
                              <w:rPr>
                                <w:b/>
                              </w:rPr>
                              <w:t>FACT Sidebar text…</w:t>
                            </w:r>
                            <w:r>
                              <w:t xml:space="preserve"> </w:t>
                            </w:r>
                            <w:r w:rsidR="002F3AED">
                              <w:t>U</w:t>
                            </w:r>
                            <w:r w:rsidR="002F3AED" w:rsidRPr="000935E8">
                              <w:t xml:space="preserve">t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reiciendis</w:t>
                            </w:r>
                            <w:proofErr w:type="spellEnd"/>
                            <w:r w:rsidR="002F3AED" w:rsidRPr="000935E8">
                              <w:t xml:space="preserve"> vol</w:t>
                            </w:r>
                            <w:r w:rsidR="00ED78AF">
                              <w:t xml:space="preserve"> </w:t>
                            </w:r>
                            <w:r w:rsidR="002F3AED" w:rsidRPr="000935E8">
                              <w:t>up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tatibus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maiores</w:t>
                            </w:r>
                            <w:proofErr w:type="spellEnd"/>
                            <w:r w:rsidR="002F3AED" w:rsidRPr="000935E8">
                              <w:t xml:space="preserve"> alias con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sequatur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perferendis</w:t>
                            </w:r>
                            <w:proofErr w:type="spellEnd"/>
                            <w:r w:rsidR="002F3AED" w:rsidRPr="000935E8">
                              <w:t xml:space="preserve"> dolor</w:t>
                            </w:r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3F01FC">
                              <w:t>aspe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3F01FC">
                              <w:t>riores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3F01FC">
                              <w:t>repellat</w:t>
                            </w:r>
                            <w:proofErr w:type="spellEnd"/>
                            <w:r w:rsidR="003F01FC">
                              <w:t xml:space="preserve"> </w:t>
                            </w:r>
                            <w:proofErr w:type="spellStart"/>
                            <w:r w:rsidR="002F3AED" w:rsidRPr="000935E8">
                              <w:t>vero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eos</w:t>
                            </w:r>
                            <w:proofErr w:type="spellEnd"/>
                            <w:r w:rsidR="002F3AED" w:rsidRPr="000935E8">
                              <w:t xml:space="preserve"> et </w:t>
                            </w:r>
                            <w:proofErr w:type="spellStart"/>
                            <w:r w:rsidR="002F3AED" w:rsidRPr="000935E8">
                              <w:t>accusamus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r w:rsidR="002F3AED" w:rsidRPr="00035E8E">
                              <w:t xml:space="preserve">et </w:t>
                            </w:r>
                            <w:proofErr w:type="spellStart"/>
                            <w:r w:rsidR="002F3AED" w:rsidRPr="00035E8E">
                              <w:t>iusto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odio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dignissimos</w:t>
                            </w:r>
                            <w:proofErr w:type="spellEnd"/>
                          </w:p>
                          <w:p w14:paraId="5C9ED0D9" w14:textId="77777777" w:rsidR="00DC222B" w:rsidRPr="00C4374F" w:rsidRDefault="00DC222B" w:rsidP="00DC222B">
                            <w:pPr>
                              <w:pStyle w:val="FACTSidebarGrayRule"/>
                            </w:pPr>
                          </w:p>
                          <w:p w14:paraId="53BEFD6E" w14:textId="77777777" w:rsidR="00314E2D" w:rsidRDefault="00314E2D" w:rsidP="002F3AED">
                            <w:pPr>
                              <w:pStyle w:val="FACTSidebarHeading"/>
                            </w:pPr>
                            <w:r>
                              <w:t>Awards</w:t>
                            </w:r>
                          </w:p>
                          <w:p w14:paraId="610D54AD" w14:textId="77777777" w:rsidR="00ED78AF" w:rsidRDefault="00054568" w:rsidP="00F61B49">
                            <w:pPr>
                              <w:pStyle w:val="FACTSidebarlist"/>
                            </w:pPr>
                            <w:r w:rsidRPr="00054568">
                              <w:rPr>
                                <w:b/>
                              </w:rPr>
                              <w:t>FACT Sidebar bullet…</w:t>
                            </w:r>
                            <w:r>
                              <w:t xml:space="preserve"> </w:t>
                            </w:r>
                            <w:r w:rsidR="002F3AED">
                              <w:t>U</w:t>
                            </w:r>
                            <w:r w:rsidR="002F3AED" w:rsidRPr="000935E8">
                              <w:t xml:space="preserve">t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reiciendis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voluptatibus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maiores</w:t>
                            </w:r>
                            <w:proofErr w:type="spellEnd"/>
                            <w:r w:rsidR="002F3AED" w:rsidRPr="000935E8">
                              <w:t xml:space="preserve"> alias </w:t>
                            </w:r>
                            <w:proofErr w:type="spellStart"/>
                            <w:r w:rsidR="002F3AED" w:rsidRPr="000935E8">
                              <w:t>consequatur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aut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</w:p>
                          <w:p w14:paraId="57766A61" w14:textId="77777777" w:rsidR="002F3AED" w:rsidRDefault="00ED78AF" w:rsidP="00F61B49">
                            <w:pPr>
                              <w:pStyle w:val="FACTSidebarlist"/>
                            </w:pPr>
                            <w:proofErr w:type="spellStart"/>
                            <w:r>
                              <w:t>Pe</w:t>
                            </w:r>
                            <w:r w:rsidR="002F3AED" w:rsidRPr="000935E8">
                              <w:t>rferendis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doloribus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asperiores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repellat</w:t>
                            </w:r>
                            <w:proofErr w:type="spellEnd"/>
                            <w:r w:rsidR="002F3AED" w:rsidRPr="000935E8">
                              <w:t xml:space="preserve"> At </w:t>
                            </w:r>
                            <w:proofErr w:type="spellStart"/>
                            <w:r w:rsidR="002F3AED" w:rsidRPr="000935E8">
                              <w:t>vero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proofErr w:type="spellStart"/>
                            <w:r w:rsidR="002F3AED" w:rsidRPr="000935E8">
                              <w:t>eos</w:t>
                            </w:r>
                            <w:proofErr w:type="spellEnd"/>
                            <w:r w:rsidR="002F3AED" w:rsidRPr="000935E8">
                              <w:t xml:space="preserve"> et </w:t>
                            </w:r>
                            <w:proofErr w:type="spellStart"/>
                            <w:r w:rsidR="002F3AED" w:rsidRPr="000935E8">
                              <w:t>accusamus</w:t>
                            </w:r>
                            <w:proofErr w:type="spellEnd"/>
                            <w:r w:rsidR="002F3AED" w:rsidRPr="000935E8">
                              <w:t xml:space="preserve"> </w:t>
                            </w:r>
                            <w:r w:rsidR="002F3AED" w:rsidRPr="00035E8E">
                              <w:t xml:space="preserve">et </w:t>
                            </w:r>
                            <w:proofErr w:type="spellStart"/>
                            <w:r w:rsidR="002F3AED" w:rsidRPr="00035E8E">
                              <w:t>iusto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035E8E">
                              <w:t>odio</w:t>
                            </w:r>
                            <w:proofErr w:type="spellEnd"/>
                            <w:r w:rsidR="002F3AED" w:rsidRPr="00035E8E">
                              <w:t xml:space="preserve"> </w:t>
                            </w:r>
                            <w:proofErr w:type="spellStart"/>
                            <w:r w:rsidR="002F3AED" w:rsidRPr="00DC222B">
                              <w:t>dignissim</w:t>
                            </w:r>
                            <w:proofErr w:type="spellEnd"/>
                          </w:p>
                          <w:p w14:paraId="74DBFCE7" w14:textId="77777777" w:rsidR="00ED78AF" w:rsidRDefault="002F3AED" w:rsidP="00F61B49">
                            <w:pPr>
                              <w:pStyle w:val="FACTSidebarlist"/>
                            </w:pPr>
                            <w:proofErr w:type="spellStart"/>
                            <w:r>
                              <w:t>B</w:t>
                            </w:r>
                            <w:r w:rsidRPr="00842CFA">
                              <w:t>landitiis</w:t>
                            </w:r>
                            <w:proofErr w:type="spellEnd"/>
                            <w:r w:rsidRPr="00842CFA">
                              <w:t xml:space="preserve"> </w:t>
                            </w:r>
                            <w:proofErr w:type="spellStart"/>
                            <w:r w:rsidRPr="000935E8">
                              <w:t>praesentium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voluptatum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deleniti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atque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255438">
                              <w:t>corrupti</w:t>
                            </w:r>
                            <w:proofErr w:type="spellEnd"/>
                            <w:r w:rsidRPr="000935E8">
                              <w:t xml:space="preserve"> quos</w:t>
                            </w:r>
                          </w:p>
                          <w:p w14:paraId="368218D0" w14:textId="77777777" w:rsidR="00DC222B" w:rsidRPr="00C4374F" w:rsidRDefault="00DC222B" w:rsidP="00DC222B">
                            <w:pPr>
                              <w:pStyle w:val="FACTSidebarGrayRule"/>
                            </w:pPr>
                          </w:p>
                          <w:p w14:paraId="37FEB6CF" w14:textId="77777777" w:rsidR="00314E2D" w:rsidRDefault="00314E2D" w:rsidP="002F3AED">
                            <w:pPr>
                              <w:pStyle w:val="FACTSidebarHeading"/>
                            </w:pPr>
                            <w:r>
                              <w:t xml:space="preserve">Executive </w:t>
                            </w:r>
                            <w:r w:rsidR="00FF4FFE">
                              <w:br/>
                            </w:r>
                            <w:r>
                              <w:t>Management Team</w:t>
                            </w:r>
                          </w:p>
                          <w:p w14:paraId="41B7F579" w14:textId="77777777" w:rsidR="00ED78AF" w:rsidRDefault="00ED78AF" w:rsidP="00DC222B">
                            <w:pPr>
                              <w:pStyle w:val="FACTSidebartext"/>
                            </w:pPr>
                            <w:r w:rsidRPr="000935E8">
                              <w:t xml:space="preserve">At </w:t>
                            </w:r>
                            <w:proofErr w:type="spellStart"/>
                            <w:r w:rsidRPr="000935E8">
                              <w:t>vero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eos</w:t>
                            </w:r>
                            <w:proofErr w:type="spellEnd"/>
                            <w:r w:rsidRPr="000935E8">
                              <w:t xml:space="preserve"> et </w:t>
                            </w:r>
                            <w:proofErr w:type="spellStart"/>
                            <w:r w:rsidRPr="000935E8">
                              <w:t>accusamus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r w:rsidRPr="00035E8E">
                              <w:t xml:space="preserve">et </w:t>
                            </w:r>
                            <w:proofErr w:type="spellStart"/>
                            <w:r w:rsidRPr="00035E8E">
                              <w:t>iusto</w:t>
                            </w:r>
                            <w:proofErr w:type="spellEnd"/>
                            <w:r w:rsidRPr="00035E8E">
                              <w:t xml:space="preserve"> </w:t>
                            </w:r>
                            <w:proofErr w:type="spellStart"/>
                            <w:r w:rsidRPr="00035E8E">
                              <w:t>odio</w:t>
                            </w:r>
                            <w:proofErr w:type="spellEnd"/>
                            <w:r w:rsidRPr="00035E8E">
                              <w:t xml:space="preserve"> </w:t>
                            </w:r>
                            <w:proofErr w:type="spellStart"/>
                            <w:r w:rsidRPr="00035E8E">
                              <w:t>dignissim</w:t>
                            </w:r>
                            <w:proofErr w:type="spellEnd"/>
                            <w:r w:rsidR="00DC222B">
                              <w:t xml:space="preserve"> </w:t>
                            </w:r>
                            <w:proofErr w:type="spellStart"/>
                            <w:r w:rsidRPr="00842CFA">
                              <w:t>landitiis</w:t>
                            </w:r>
                            <w:proofErr w:type="spellEnd"/>
                            <w:r w:rsidRPr="00842CFA">
                              <w:t xml:space="preserve"> </w:t>
                            </w:r>
                            <w:proofErr w:type="spellStart"/>
                            <w:r w:rsidRPr="000935E8">
                              <w:t>praesentium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voluptatum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deleniti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0935E8">
                              <w:t>atque</w:t>
                            </w:r>
                            <w:proofErr w:type="spellEnd"/>
                            <w:r w:rsidRPr="000935E8">
                              <w:t xml:space="preserve"> </w:t>
                            </w:r>
                            <w:proofErr w:type="spellStart"/>
                            <w:r w:rsidRPr="00255438">
                              <w:t>corrupti</w:t>
                            </w:r>
                            <w:proofErr w:type="spellEnd"/>
                            <w:r w:rsidRPr="000935E8">
                              <w:t xml:space="preserve"> quos</w:t>
                            </w:r>
                          </w:p>
                          <w:p w14:paraId="4950E75E" w14:textId="77777777" w:rsidR="002F3AED" w:rsidRPr="00C4374F" w:rsidRDefault="002F3AED" w:rsidP="002F3AED">
                            <w:pPr>
                              <w:pStyle w:val="FACTSidebarGrayRule"/>
                            </w:pPr>
                          </w:p>
                          <w:p w14:paraId="3FC8D4C5" w14:textId="77777777" w:rsidR="002F3AED" w:rsidRPr="00782D48" w:rsidRDefault="002F3AED" w:rsidP="00314E2D">
                            <w:pPr>
                              <w:pStyle w:val="FACTSidebar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93E3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6.05pt;margin-top:0;width:136.8pt;height:469.4pt;z-index:-251629568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" o:allowoverlap="f" fillcolor="white [3201]" stroked="f" strokeweight=".5pt">
                <v:textbox inset="0,0,0">
                  <w:txbxContent>
                    <w:p w14:paraId="2B702F44" w14:textId="77777777" w:rsidR="00314E2D" w:rsidRDefault="002F3AED" w:rsidP="00DC222B">
                      <w:pPr>
                        <w:pStyle w:val="FACTSidebarHeading"/>
                        <w:spacing w:before="0" w:line="240" w:lineRule="exact"/>
                      </w:pPr>
                      <w:r>
                        <w:t>Mission</w:t>
                      </w:r>
                      <w:r w:rsidR="00054568">
                        <w:br/>
                        <w:t>(Sidebar Heading)</w:t>
                      </w:r>
                    </w:p>
                    <w:p w14:paraId="09D21C92" w14:textId="77777777" w:rsidR="002F3AED" w:rsidRDefault="00054568" w:rsidP="003F01FC">
                      <w:pPr>
                        <w:pStyle w:val="FACTSidebartext"/>
                      </w:pPr>
                      <w:r w:rsidRPr="00054568">
                        <w:rPr>
                          <w:b/>
                        </w:rPr>
                        <w:t>FACT Sidebar text…</w:t>
                      </w:r>
                      <w:r>
                        <w:t xml:space="preserve"> </w:t>
                      </w:r>
                      <w:r w:rsidR="002F3AED">
                        <w:t>U</w:t>
                      </w:r>
                      <w:r w:rsidR="002F3AED" w:rsidRPr="000935E8">
                        <w:t xml:space="preserve">t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reiciendis</w:t>
                      </w:r>
                      <w:proofErr w:type="spellEnd"/>
                      <w:r w:rsidR="002F3AED" w:rsidRPr="000935E8">
                        <w:t xml:space="preserve"> vol</w:t>
                      </w:r>
                      <w:r w:rsidR="00ED78AF">
                        <w:t xml:space="preserve"> </w:t>
                      </w:r>
                      <w:r w:rsidR="002F3AED" w:rsidRPr="000935E8">
                        <w:t>up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tatibus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maiores</w:t>
                      </w:r>
                      <w:proofErr w:type="spellEnd"/>
                      <w:r w:rsidR="002F3AED" w:rsidRPr="000935E8">
                        <w:t xml:space="preserve"> alias con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sequatur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perferendis</w:t>
                      </w:r>
                      <w:proofErr w:type="spellEnd"/>
                      <w:r w:rsidR="002F3AED" w:rsidRPr="000935E8">
                        <w:t xml:space="preserve"> dolor</w:t>
                      </w:r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3F01FC">
                        <w:t>aspe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2F3AED" w:rsidRPr="003F01FC">
                        <w:t>riores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3F01FC">
                        <w:t>repellat</w:t>
                      </w:r>
                      <w:proofErr w:type="spellEnd"/>
                      <w:r w:rsidR="003F01FC">
                        <w:t xml:space="preserve"> </w:t>
                      </w:r>
                      <w:proofErr w:type="spellStart"/>
                      <w:r w:rsidR="002F3AED" w:rsidRPr="000935E8">
                        <w:t>vero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eos</w:t>
                      </w:r>
                      <w:proofErr w:type="spellEnd"/>
                      <w:r w:rsidR="002F3AED" w:rsidRPr="000935E8">
                        <w:t xml:space="preserve"> et </w:t>
                      </w:r>
                      <w:proofErr w:type="spellStart"/>
                      <w:r w:rsidR="002F3AED" w:rsidRPr="000935E8">
                        <w:t>accusamus</w:t>
                      </w:r>
                      <w:proofErr w:type="spellEnd"/>
                      <w:r w:rsidR="002F3AED" w:rsidRPr="000935E8">
                        <w:t xml:space="preserve"> </w:t>
                      </w:r>
                      <w:r w:rsidR="002F3AED" w:rsidRPr="00035E8E">
                        <w:t xml:space="preserve">et </w:t>
                      </w:r>
                      <w:proofErr w:type="spellStart"/>
                      <w:r w:rsidR="002F3AED" w:rsidRPr="00035E8E">
                        <w:t>iusto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odio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dignissimos</w:t>
                      </w:r>
                      <w:proofErr w:type="spellEnd"/>
                    </w:p>
                    <w:p w14:paraId="5C9ED0D9" w14:textId="77777777" w:rsidR="00DC222B" w:rsidRPr="00C4374F" w:rsidRDefault="00DC222B" w:rsidP="00DC222B">
                      <w:pPr>
                        <w:pStyle w:val="FACTSidebarGrayRule"/>
                      </w:pPr>
                    </w:p>
                    <w:p w14:paraId="53BEFD6E" w14:textId="77777777" w:rsidR="00314E2D" w:rsidRDefault="00314E2D" w:rsidP="002F3AED">
                      <w:pPr>
                        <w:pStyle w:val="FACTSidebarHeading"/>
                      </w:pPr>
                      <w:r>
                        <w:t>Awards</w:t>
                      </w:r>
                    </w:p>
                    <w:p w14:paraId="610D54AD" w14:textId="77777777" w:rsidR="00ED78AF" w:rsidRDefault="00054568" w:rsidP="00F61B49">
                      <w:pPr>
                        <w:pStyle w:val="FACTSidebarlist"/>
                      </w:pPr>
                      <w:r w:rsidRPr="00054568">
                        <w:rPr>
                          <w:b/>
                        </w:rPr>
                        <w:t>FACT Sidebar bullet…</w:t>
                      </w:r>
                      <w:r>
                        <w:t xml:space="preserve"> </w:t>
                      </w:r>
                      <w:r w:rsidR="002F3AED">
                        <w:t>U</w:t>
                      </w:r>
                      <w:r w:rsidR="002F3AED" w:rsidRPr="000935E8">
                        <w:t xml:space="preserve">t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reiciendis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voluptatibus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maiores</w:t>
                      </w:r>
                      <w:proofErr w:type="spellEnd"/>
                      <w:r w:rsidR="002F3AED" w:rsidRPr="000935E8">
                        <w:t xml:space="preserve"> alias </w:t>
                      </w:r>
                      <w:proofErr w:type="spellStart"/>
                      <w:r w:rsidR="002F3AED" w:rsidRPr="000935E8">
                        <w:t>consequatur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aut</w:t>
                      </w:r>
                      <w:proofErr w:type="spellEnd"/>
                      <w:r w:rsidR="002F3AED" w:rsidRPr="000935E8">
                        <w:t xml:space="preserve"> </w:t>
                      </w:r>
                    </w:p>
                    <w:p w14:paraId="57766A61" w14:textId="77777777" w:rsidR="002F3AED" w:rsidRDefault="00ED78AF" w:rsidP="00F61B49">
                      <w:pPr>
                        <w:pStyle w:val="FACTSidebarlist"/>
                      </w:pPr>
                      <w:proofErr w:type="spellStart"/>
                      <w:r>
                        <w:t>Pe</w:t>
                      </w:r>
                      <w:r w:rsidR="002F3AED" w:rsidRPr="000935E8">
                        <w:t>rferendis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doloribus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asperiores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repellat</w:t>
                      </w:r>
                      <w:proofErr w:type="spellEnd"/>
                      <w:r w:rsidR="002F3AED" w:rsidRPr="000935E8">
                        <w:t xml:space="preserve"> At </w:t>
                      </w:r>
                      <w:proofErr w:type="spellStart"/>
                      <w:r w:rsidR="002F3AED" w:rsidRPr="000935E8">
                        <w:t>vero</w:t>
                      </w:r>
                      <w:proofErr w:type="spellEnd"/>
                      <w:r w:rsidR="002F3AED" w:rsidRPr="000935E8">
                        <w:t xml:space="preserve"> </w:t>
                      </w:r>
                      <w:proofErr w:type="spellStart"/>
                      <w:r w:rsidR="002F3AED" w:rsidRPr="000935E8">
                        <w:t>eos</w:t>
                      </w:r>
                      <w:proofErr w:type="spellEnd"/>
                      <w:r w:rsidR="002F3AED" w:rsidRPr="000935E8">
                        <w:t xml:space="preserve"> et </w:t>
                      </w:r>
                      <w:proofErr w:type="spellStart"/>
                      <w:r w:rsidR="002F3AED" w:rsidRPr="000935E8">
                        <w:t>accusamus</w:t>
                      </w:r>
                      <w:proofErr w:type="spellEnd"/>
                      <w:r w:rsidR="002F3AED" w:rsidRPr="000935E8">
                        <w:t xml:space="preserve"> </w:t>
                      </w:r>
                      <w:r w:rsidR="002F3AED" w:rsidRPr="00035E8E">
                        <w:t xml:space="preserve">et </w:t>
                      </w:r>
                      <w:proofErr w:type="spellStart"/>
                      <w:r w:rsidR="002F3AED" w:rsidRPr="00035E8E">
                        <w:t>iusto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035E8E">
                        <w:t>odio</w:t>
                      </w:r>
                      <w:proofErr w:type="spellEnd"/>
                      <w:r w:rsidR="002F3AED" w:rsidRPr="00035E8E">
                        <w:t xml:space="preserve"> </w:t>
                      </w:r>
                      <w:proofErr w:type="spellStart"/>
                      <w:r w:rsidR="002F3AED" w:rsidRPr="00DC222B">
                        <w:t>dignissim</w:t>
                      </w:r>
                      <w:proofErr w:type="spellEnd"/>
                    </w:p>
                    <w:p w14:paraId="74DBFCE7" w14:textId="77777777" w:rsidR="00ED78AF" w:rsidRDefault="002F3AED" w:rsidP="00F61B49">
                      <w:pPr>
                        <w:pStyle w:val="FACTSidebarlist"/>
                      </w:pPr>
                      <w:proofErr w:type="spellStart"/>
                      <w:r>
                        <w:t>B</w:t>
                      </w:r>
                      <w:r w:rsidRPr="00842CFA">
                        <w:t>landitiis</w:t>
                      </w:r>
                      <w:proofErr w:type="spellEnd"/>
                      <w:r w:rsidRPr="00842CFA">
                        <w:t xml:space="preserve"> </w:t>
                      </w:r>
                      <w:proofErr w:type="spellStart"/>
                      <w:r w:rsidRPr="000935E8">
                        <w:t>praesentium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voluptatum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deleniti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atque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255438">
                        <w:t>corrupti</w:t>
                      </w:r>
                      <w:proofErr w:type="spellEnd"/>
                      <w:r w:rsidRPr="000935E8">
                        <w:t xml:space="preserve"> quos</w:t>
                      </w:r>
                    </w:p>
                    <w:p w14:paraId="368218D0" w14:textId="77777777" w:rsidR="00DC222B" w:rsidRPr="00C4374F" w:rsidRDefault="00DC222B" w:rsidP="00DC222B">
                      <w:pPr>
                        <w:pStyle w:val="FACTSidebarGrayRule"/>
                      </w:pPr>
                    </w:p>
                    <w:p w14:paraId="37FEB6CF" w14:textId="77777777" w:rsidR="00314E2D" w:rsidRDefault="00314E2D" w:rsidP="002F3AED">
                      <w:pPr>
                        <w:pStyle w:val="FACTSidebarHeading"/>
                      </w:pPr>
                      <w:r>
                        <w:t xml:space="preserve">Executive </w:t>
                      </w:r>
                      <w:r w:rsidR="00FF4FFE">
                        <w:br/>
                      </w:r>
                      <w:r>
                        <w:t>Management Team</w:t>
                      </w:r>
                    </w:p>
                    <w:p w14:paraId="41B7F579" w14:textId="77777777" w:rsidR="00ED78AF" w:rsidRDefault="00ED78AF" w:rsidP="00DC222B">
                      <w:pPr>
                        <w:pStyle w:val="FACTSidebartext"/>
                      </w:pPr>
                      <w:r w:rsidRPr="000935E8">
                        <w:t xml:space="preserve">At </w:t>
                      </w:r>
                      <w:proofErr w:type="spellStart"/>
                      <w:r w:rsidRPr="000935E8">
                        <w:t>vero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eos</w:t>
                      </w:r>
                      <w:proofErr w:type="spellEnd"/>
                      <w:r w:rsidRPr="000935E8">
                        <w:t xml:space="preserve"> et </w:t>
                      </w:r>
                      <w:proofErr w:type="spellStart"/>
                      <w:r w:rsidRPr="000935E8">
                        <w:t>accusamus</w:t>
                      </w:r>
                      <w:proofErr w:type="spellEnd"/>
                      <w:r w:rsidRPr="000935E8">
                        <w:t xml:space="preserve"> </w:t>
                      </w:r>
                      <w:r w:rsidRPr="00035E8E">
                        <w:t xml:space="preserve">et </w:t>
                      </w:r>
                      <w:proofErr w:type="spellStart"/>
                      <w:r w:rsidRPr="00035E8E">
                        <w:t>iusto</w:t>
                      </w:r>
                      <w:proofErr w:type="spellEnd"/>
                      <w:r w:rsidRPr="00035E8E">
                        <w:t xml:space="preserve"> </w:t>
                      </w:r>
                      <w:proofErr w:type="spellStart"/>
                      <w:r w:rsidRPr="00035E8E">
                        <w:t>odio</w:t>
                      </w:r>
                      <w:proofErr w:type="spellEnd"/>
                      <w:r w:rsidRPr="00035E8E">
                        <w:t xml:space="preserve"> </w:t>
                      </w:r>
                      <w:proofErr w:type="spellStart"/>
                      <w:r w:rsidRPr="00035E8E">
                        <w:t>dignissim</w:t>
                      </w:r>
                      <w:proofErr w:type="spellEnd"/>
                      <w:r w:rsidR="00DC222B">
                        <w:t xml:space="preserve"> </w:t>
                      </w:r>
                      <w:proofErr w:type="spellStart"/>
                      <w:r w:rsidRPr="00842CFA">
                        <w:t>landitiis</w:t>
                      </w:r>
                      <w:proofErr w:type="spellEnd"/>
                      <w:r w:rsidRPr="00842CFA">
                        <w:t xml:space="preserve"> </w:t>
                      </w:r>
                      <w:proofErr w:type="spellStart"/>
                      <w:r w:rsidRPr="000935E8">
                        <w:t>praesentium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voluptatum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deleniti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0935E8">
                        <w:t>atque</w:t>
                      </w:r>
                      <w:proofErr w:type="spellEnd"/>
                      <w:r w:rsidRPr="000935E8">
                        <w:t xml:space="preserve"> </w:t>
                      </w:r>
                      <w:proofErr w:type="spellStart"/>
                      <w:r w:rsidRPr="00255438">
                        <w:t>corrupti</w:t>
                      </w:r>
                      <w:proofErr w:type="spellEnd"/>
                      <w:r w:rsidRPr="000935E8">
                        <w:t xml:space="preserve"> quos</w:t>
                      </w:r>
                    </w:p>
                    <w:p w14:paraId="4950E75E" w14:textId="77777777" w:rsidR="002F3AED" w:rsidRPr="00C4374F" w:rsidRDefault="002F3AED" w:rsidP="002F3AED">
                      <w:pPr>
                        <w:pStyle w:val="FACTSidebarGrayRule"/>
                      </w:pPr>
                    </w:p>
                    <w:p w14:paraId="3FC8D4C5" w14:textId="77777777" w:rsidR="002F3AED" w:rsidRPr="00782D48" w:rsidRDefault="002F3AED" w:rsidP="00314E2D">
                      <w:pPr>
                        <w:pStyle w:val="FACTSidebartext"/>
                      </w:pPr>
                    </w:p>
                  </w:txbxContent>
                </v:textbox>
                <w10:wrap type="tight" side="right" anchorx="margin" anchory="margin"/>
                <w10:anchorlock/>
              </v:shape>
            </w:pict>
          </mc:Fallback>
        </mc:AlternateContent>
      </w:r>
    </w:p>
    <w:p w14:paraId="7CB5E71A" w14:textId="77777777" w:rsidR="003E78CB" w:rsidRDefault="003E78CB" w:rsidP="008D5779">
      <w:proofErr w:type="spellStart"/>
      <w:r w:rsidRPr="00842CFA">
        <w:t>landitiis</w:t>
      </w:r>
      <w:proofErr w:type="spellEnd"/>
      <w:r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</w:t>
      </w:r>
    </w:p>
    <w:p w14:paraId="696FDCEF" w14:textId="77777777" w:rsidR="003E78CB" w:rsidRDefault="003E78CB" w:rsidP="00F61B49">
      <w:pPr>
        <w:pStyle w:val="FACTSinglecolumn"/>
      </w:pP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>
        <w:t xml:space="preserve">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  <w:r>
        <w:t xml:space="preserve"> et </w:t>
      </w:r>
      <w:proofErr w:type="spellStart"/>
      <w:r>
        <w:t>dolorum</w:t>
      </w:r>
      <w:proofErr w:type="spellEnd"/>
      <w:r>
        <w:t xml:space="preserve"> </w:t>
      </w:r>
      <w:proofErr w:type="spellStart"/>
      <w:r>
        <w:t>fuga</w:t>
      </w:r>
      <w:proofErr w:type="spellEnd"/>
    </w:p>
    <w:p w14:paraId="037BACD9" w14:textId="77777777" w:rsidR="003E78CB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AA2A326" w14:textId="77777777" w:rsidR="003E78CB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0C59C9FD" w14:textId="77777777" w:rsidR="003E78CB" w:rsidRPr="000935E8" w:rsidRDefault="003E78CB" w:rsidP="00F61B49">
      <w:pPr>
        <w:pStyle w:val="FACTSinglecolumn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6BA6B8F0" w14:textId="77777777" w:rsidR="003E78CB" w:rsidRDefault="003E78CB" w:rsidP="003E78CB">
      <w:pPr>
        <w:pStyle w:val="FACTHeading2"/>
      </w:pPr>
    </w:p>
    <w:p w14:paraId="7611BAB5" w14:textId="77777777" w:rsidR="003E78CB" w:rsidRPr="00A75EE2" w:rsidRDefault="003E78CB" w:rsidP="003E78CB">
      <w:pPr>
        <w:pStyle w:val="FACTHeading2"/>
      </w:pPr>
      <w:r>
        <w:t>Job Seekers</w:t>
      </w:r>
      <w:r w:rsidR="00054568">
        <w:t xml:space="preserve"> (Heading 2)</w:t>
      </w:r>
    </w:p>
    <w:p w14:paraId="2134A4C5" w14:textId="77777777" w:rsidR="003E78CB" w:rsidRDefault="003E78CB" w:rsidP="00F61B49">
      <w:pPr>
        <w:pStyle w:val="FACTSinglecolumn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</w:p>
    <w:p w14:paraId="7BA1EC82" w14:textId="77777777" w:rsidR="003E78CB" w:rsidRDefault="003E78CB" w:rsidP="00F61B49">
      <w:pPr>
        <w:pStyle w:val="FACTSinglecolumn"/>
      </w:pP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</w:p>
    <w:p w14:paraId="0DFB3A5B" w14:textId="77777777" w:rsidR="003E78CB" w:rsidRDefault="003E78CB" w:rsidP="00F61B49">
      <w:pPr>
        <w:pStyle w:val="FACTSinglecolumn"/>
      </w:pP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</w:t>
      </w:r>
    </w:p>
    <w:p w14:paraId="79FA63BC" w14:textId="77777777" w:rsidR="003E78CB" w:rsidRDefault="003E78CB" w:rsidP="00F61B49">
      <w:pPr>
        <w:pStyle w:val="FACTSinglecolumn"/>
      </w:pPr>
      <w:r w:rsidRPr="000935E8">
        <w:t xml:space="preserve">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</w:p>
    <w:p w14:paraId="15D129B9" w14:textId="77777777" w:rsidR="003E78CB" w:rsidRDefault="003E78CB" w:rsidP="00F61B49">
      <w:pPr>
        <w:pStyle w:val="FACTSinglecolumn"/>
      </w:pP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</w:p>
    <w:p w14:paraId="143A4C97" w14:textId="77777777" w:rsidR="00C34FCA" w:rsidRPr="000935E8" w:rsidRDefault="003E78CB" w:rsidP="00F61B49">
      <w:pPr>
        <w:pStyle w:val="FACTSinglecolumn"/>
      </w:pP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</w:t>
      </w:r>
      <w:r>
        <w:t>anditiis</w:t>
      </w:r>
      <w:proofErr w:type="spellEnd"/>
      <w:r>
        <w:t xml:space="preserve"> </w:t>
      </w:r>
      <w:proofErr w:type="spellStart"/>
      <w:r>
        <w:t>praesentium</w:t>
      </w:r>
      <w:proofErr w:type="spellEnd"/>
      <w:r>
        <w:t xml:space="preserve"> </w:t>
      </w:r>
      <w:proofErr w:type="spellStart"/>
      <w:r>
        <w:t>voluptatum</w:t>
      </w:r>
      <w:proofErr w:type="spellEnd"/>
      <w:r w:rsidR="00782D48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241E5275" wp14:editId="3A4E07B4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3F198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E5275" id="Text Box 18" o:spid="_x0000_s1027" type="#_x0000_t202" style="position:absolute;left:0;text-align:left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4723F198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</w:p>
    <w:sectPr w:rsidR="00C34FCA" w:rsidRPr="000935E8" w:rsidSect="00CA134D">
      <w:type w:val="continuous"/>
      <w:pgSz w:w="12240" w:h="15840" w:code="1"/>
      <w:pgMar w:top="2880" w:right="576" w:bottom="1008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C69B0" w14:textId="77777777" w:rsidR="008240F1" w:rsidRDefault="008240F1" w:rsidP="000D0D73">
      <w:r>
        <w:separator/>
      </w:r>
    </w:p>
  </w:endnote>
  <w:endnote w:type="continuationSeparator" w:id="0">
    <w:p w14:paraId="3655F5B8" w14:textId="77777777" w:rsidR="008240F1" w:rsidRDefault="008240F1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24F02549-E050-4C23-A2BA-E4FB826BCA54}"/>
    <w:embedBold r:id="rId2" w:fontKey="{D1D5C4E9-C5C5-4642-A553-884BE2F3D700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-Book">
    <w:altName w:val="Gotha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C251" w14:textId="77777777" w:rsidR="00F66E7A" w:rsidRDefault="00F66E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A0ED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6B5086FB" wp14:editId="10BDBD62">
              <wp:simplePos x="0" y="0"/>
              <wp:positionH relativeFrom="page">
                <wp:align>center</wp:align>
              </wp:positionH>
              <wp:positionV relativeFrom="page">
                <wp:posOffset>9452758</wp:posOffset>
              </wp:positionV>
              <wp:extent cx="7040880" cy="320040"/>
              <wp:effectExtent l="0" t="0" r="762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40880" cy="320040"/>
                      </a:xfrm>
                      <a:prstGeom prst="flowChartProcess">
                        <a:avLst/>
                      </a:prstGeom>
                      <a:solidFill>
                        <a:srgbClr val="009876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6C066A" w14:textId="6A0AB1E3" w:rsidR="007E2329" w:rsidRDefault="00255331" w:rsidP="00CA134D">
                          <w:pPr>
                            <w:pStyle w:val="FACTFooterAddressInfo"/>
                          </w:pPr>
                          <w:r>
                            <w:t>186 Alewife Brook Parkway, Suite 216</w:t>
                          </w:r>
                          <w:r w:rsidR="00CE68AB" w:rsidRPr="00120DB1">
                            <w:t xml:space="preserve"> 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>
                            <w:t>Cambridge, MA 02138</w:t>
                          </w:r>
                          <w:r w:rsidR="00585B3F">
                            <w:t xml:space="preserve">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>
                            <w:t>617.864.1500</w:t>
                          </w:r>
                          <w:r w:rsidR="00F66E7A" w:rsidRPr="00F66E7A">
                            <w:t xml:space="preserve">  </w:t>
                          </w:r>
                          <w:r w:rsidR="00CA134D" w:rsidRPr="002162F5">
                            <w:t>•</w:t>
                          </w:r>
                          <w:r w:rsidR="00CA134D">
                            <w:t xml:space="preserve">  </w:t>
                          </w:r>
                          <w:r w:rsidR="00F66E7A">
                            <w:t>www.</w:t>
                          </w:r>
                          <w:r w:rsidR="00956875">
                            <w:t>m</w:t>
                          </w:r>
                          <w:r w:rsidR="00585B3F">
                            <w:t>ass</w:t>
                          </w:r>
                          <w:r w:rsidR="00956875">
                            <w:t>h</w:t>
                          </w:r>
                          <w:r w:rsidR="00585B3F">
                            <w:t>ire</w:t>
                          </w:r>
                          <w:r w:rsidR="00956875">
                            <w:t>mncareers.com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7432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B5086FB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0;margin-top:744.3pt;width:554.4pt;height:25.2pt;z-index:251656192;visibility:visible;mso-wrap-style:square;mso-width-percent:0;mso-wrap-distance-left:0;mso-wrap-distance-top:0;mso-wrap-distance-right:0;mso-wrap-distance-bottom:0;mso-position-horizontal:center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" fillcolor="#009876" stroked="f">
              <v:textbox inset="0,0,0,2.16pt">
                <w:txbxContent>
                  <w:p w14:paraId="3E6C066A" w14:textId="6A0AB1E3" w:rsidR="007E2329" w:rsidRDefault="00255331" w:rsidP="00CA134D">
                    <w:pPr>
                      <w:pStyle w:val="FACTFooterAddressInfo"/>
                    </w:pPr>
                    <w:r>
                      <w:t>186 Alewife Brook Parkway, Suite 216</w:t>
                    </w:r>
                    <w:r w:rsidR="00CE68AB" w:rsidRPr="00120DB1">
                      <w:t xml:space="preserve"> 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>
                      <w:t>Cambridge, MA 02138</w:t>
                    </w:r>
                    <w:r w:rsidR="00585B3F">
                      <w:t xml:space="preserve">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>
                      <w:t>617.864.1500</w:t>
                    </w:r>
                    <w:r w:rsidR="00F66E7A" w:rsidRPr="00F66E7A">
                      <w:t xml:space="preserve">  </w:t>
                    </w:r>
                    <w:r w:rsidR="00CA134D" w:rsidRPr="002162F5">
                      <w:t>•</w:t>
                    </w:r>
                    <w:r w:rsidR="00CA134D">
                      <w:t xml:space="preserve">  </w:t>
                    </w:r>
                    <w:r w:rsidR="00F66E7A">
                      <w:t>www.</w:t>
                    </w:r>
                    <w:r w:rsidR="00956875">
                      <w:t>m</w:t>
                    </w:r>
                    <w:r w:rsidR="00585B3F">
                      <w:t>ass</w:t>
                    </w:r>
                    <w:r w:rsidR="00956875">
                      <w:t>h</w:t>
                    </w:r>
                    <w:r w:rsidR="00585B3F">
                      <w:t>ire</w:t>
                    </w:r>
                    <w:r w:rsidR="00956875">
                      <w:t>mncareers.com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6EC8" w14:textId="77777777" w:rsidR="00F66E7A" w:rsidRDefault="00F66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5A1FF" w14:textId="77777777" w:rsidR="008240F1" w:rsidRDefault="008240F1" w:rsidP="000D0D73">
      <w:r>
        <w:separator/>
      </w:r>
    </w:p>
  </w:footnote>
  <w:footnote w:type="continuationSeparator" w:id="0">
    <w:p w14:paraId="6E668092" w14:textId="77777777" w:rsidR="008240F1" w:rsidRDefault="008240F1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7B8A" w14:textId="77777777" w:rsidR="00F66E7A" w:rsidRDefault="00F66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6510" w14:textId="734CA210" w:rsidR="00181AB1" w:rsidRDefault="00EF0ECC" w:rsidP="00C124FC">
    <w:pPr>
      <w:ind w:left="-2160"/>
      <w:rPr>
        <w:noProof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5DF22D35" wp14:editId="4FB3E7F5">
          <wp:simplePos x="0" y="0"/>
          <wp:positionH relativeFrom="column">
            <wp:posOffset>-1863725</wp:posOffset>
          </wp:positionH>
          <wp:positionV relativeFrom="paragraph">
            <wp:posOffset>-5080</wp:posOffset>
          </wp:positionV>
          <wp:extent cx="5162550" cy="1355177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62550" cy="13551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6D3747" w14:textId="777A8671" w:rsidR="00C124FC" w:rsidRDefault="001F24ED" w:rsidP="00C124FC">
    <w:pPr>
      <w:ind w:left="-2160"/>
    </w:pPr>
    <w:r w:rsidRPr="001F24ED">
      <w:t xml:space="preserve"> </w:t>
    </w:r>
    <w:r w:rsidR="00DE0F23">
      <w:rPr>
        <w:rFonts w:cs="Arial"/>
        <w:caps/>
        <w:noProof/>
        <w:color w:val="000000"/>
        <w:szCs w:val="20"/>
      </w:rPr>
      <mc:AlternateContent>
        <mc:Choice Requires="wps">
          <w:drawing>
            <wp:anchor distT="0" distB="0" distL="0" distR="114300" simplePos="0" relativeHeight="251670528" behindDoc="0" locked="0" layoutInCell="1" allowOverlap="1" wp14:anchorId="59B00AAC" wp14:editId="519656EE">
              <wp:simplePos x="0" y="0"/>
              <wp:positionH relativeFrom="margin">
                <wp:posOffset>12965</wp:posOffset>
              </wp:positionH>
              <wp:positionV relativeFrom="paragraph">
                <wp:posOffset>1120481</wp:posOffset>
              </wp:positionV>
              <wp:extent cx="4988257" cy="274320"/>
              <wp:effectExtent l="0" t="0" r="317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88257" cy="27432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EECBFF" w14:textId="77777777" w:rsidR="00DE0F23" w:rsidRPr="00DE0F23" w:rsidRDefault="00DE0F23" w:rsidP="00DE0F23">
                          <w:pPr>
                            <w:pStyle w:val="FACTSHEET"/>
                          </w:pPr>
                          <w:r w:rsidRPr="00DE0F23">
                            <w:t>Fact Sheet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8288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00A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1pt;margin-top:88.25pt;width:392.8pt;height:21.6pt;z-index:2516705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" fillcolor="#003a5d" stroked="f" strokeweight=".5pt">
              <v:textbox inset="0,0,14.4pt,0">
                <w:txbxContent>
                  <w:p w14:paraId="06EECBFF" w14:textId="77777777" w:rsidR="00DE0F23" w:rsidRPr="00DE0F23" w:rsidRDefault="00DE0F23" w:rsidP="00DE0F23">
                    <w:pPr>
                      <w:pStyle w:val="FACTSHEET"/>
                    </w:pPr>
                    <w:r w:rsidRPr="00DE0F23">
                      <w:t>Fact Sheet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D2738" w:rsidRPr="00D52F52">
      <w:rPr>
        <w:noProof/>
      </w:rPr>
      <mc:AlternateContent>
        <mc:Choice Requires="wps">
          <w:drawing>
            <wp:anchor distT="0" distB="0" distL="0" distR="0" simplePos="0" relativeHeight="251655168" behindDoc="1" locked="1" layoutInCell="1" allowOverlap="0" wp14:anchorId="0F91B843" wp14:editId="6456A6F9">
              <wp:simplePos x="0" y="0"/>
              <wp:positionH relativeFrom="page">
                <wp:posOffset>2240280</wp:posOffset>
              </wp:positionH>
              <wp:positionV relativeFrom="page">
                <wp:posOffset>1821180</wp:posOffset>
              </wp:positionV>
              <wp:extent cx="0" cy="7315200"/>
              <wp:effectExtent l="0" t="0" r="19050" b="19050"/>
              <wp:wrapTight wrapText="bothSides">
                <wp:wrapPolygon edited="0">
                  <wp:start x="-1" y="0"/>
                  <wp:lineTo x="-1" y="21600"/>
                  <wp:lineTo x="-1" y="21600"/>
                  <wp:lineTo x="-1" y="0"/>
                  <wp:lineTo x="-1" y="0"/>
                </wp:wrapPolygon>
              </wp:wrapTight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15200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8462F4" id="Straight Connector 15" o:spid="_x0000_s1026" style="position:absolute;z-index:-2516613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" from="176.4pt,143.4pt" to="176.4pt,7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" o:allowoverlap="f" strokecolor="#fdb525" strokeweight="2pt">
              <w10:wrap type="tight"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5C47" w14:textId="77777777" w:rsidR="00F66E7A" w:rsidRDefault="00F66E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64.4pt;height:146.85pt" o:bullet="t">
        <v:imagedata r:id="rId1" o:title="th[1]"/>
      </v:shape>
    </w:pict>
  </w:numPicBullet>
  <w:numPicBullet w:numPicBulletId="1">
    <w:pict>
      <v:shape id="_x0000_i1123" type="#_x0000_t75" style="width:22.7pt;height:21.55pt" o:bullet="t">
        <v:imagedata r:id="rId2" o:title="Green inverted triangle"/>
      </v:shape>
    </w:pict>
  </w:numPicBullet>
  <w:numPicBullet w:numPicBulletId="2">
    <w:pict>
      <v:shape id="_x0000_i1124" type="#_x0000_t75" style="width:22.7pt;height:17pt" o:bullet="t">
        <v:imagedata r:id="rId3" o:title="sm Green inverted triangle"/>
      </v:shape>
    </w:pict>
  </w:numPicBullet>
  <w:numPicBullet w:numPicBulletId="3">
    <w:pict>
      <v:shape id="_x0000_i1125" type="#_x0000_t75" style="width:17pt;height:13.05pt" o:bullet="t">
        <v:imagedata r:id="rId4" o:title="sm Green inverted triangle"/>
      </v:shape>
    </w:pict>
  </w:numPicBullet>
  <w:numPicBullet w:numPicBulletId="4">
    <w:pict>
      <v:shape id="_x0000_i1126" type="#_x0000_t75" style="width:13.05pt;height:9.05pt" o:bullet="t">
        <v:imagedata r:id="rId5" o:title="sm triangle"/>
      </v:shape>
    </w:pict>
  </w:numPicBullet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14BA6942"/>
    <w:lvl w:ilvl="0" w:tplc="AB0A43DC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354BCC"/>
    <w:multiLevelType w:val="multilevel"/>
    <w:tmpl w:val="0CFA4C38"/>
    <w:lvl w:ilvl="0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6" w15:restartNumberingAfterBreak="0">
    <w:nsid w:val="1AB41A5F"/>
    <w:multiLevelType w:val="multilevel"/>
    <w:tmpl w:val="E662FAA6"/>
    <w:lvl w:ilvl="0">
      <w:start w:val="1"/>
      <w:numFmt w:val="bullet"/>
      <w:lvlText w:val="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 w15:restartNumberingAfterBreak="0">
    <w:nsid w:val="213F341F"/>
    <w:multiLevelType w:val="multilevel"/>
    <w:tmpl w:val="772A1418"/>
    <w:lvl w:ilvl="0">
      <w:start w:val="1"/>
      <w:numFmt w:val="bullet"/>
      <w:pStyle w:val="FACTDoubleColumn"/>
      <w:lvlText w:val=""/>
      <w:lvlJc w:val="left"/>
      <w:pPr>
        <w:ind w:left="1422" w:hanging="360"/>
      </w:pPr>
      <w:rPr>
        <w:rFonts w:ascii="Wingdings 3" w:hAnsi="Wingdings 3" w:hint="default"/>
        <w:caps w:val="0"/>
        <w:strike w:val="0"/>
        <w:dstrike w:val="0"/>
        <w:vanish w:val="0"/>
        <w:color w:val="003A5D"/>
        <w:sz w:val="24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8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F9537F"/>
    <w:multiLevelType w:val="multilevel"/>
    <w:tmpl w:val="88E67628"/>
    <w:styleLink w:val="InvertedTriangle"/>
    <w:lvl w:ilvl="0">
      <w:start w:val="1"/>
      <w:numFmt w:val="bullet"/>
      <w:lvlText w:val=""/>
      <w:lvlJc w:val="left"/>
      <w:pPr>
        <w:ind w:left="1422" w:hanging="360"/>
      </w:pPr>
      <w:rPr>
        <w:rFonts w:ascii="Wingdings 3" w:hAnsi="Wingdings 3"/>
        <w:caps w:val="0"/>
        <w:strike w:val="0"/>
        <w:dstrike w:val="0"/>
        <w:vanish w:val="0"/>
        <w:color w:val="009877"/>
        <w:sz w:val="24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2" w15:restartNumberingAfterBreak="0">
    <w:nsid w:val="304620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9B047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EB3E4E"/>
    <w:multiLevelType w:val="multilevel"/>
    <w:tmpl w:val="0CFA4C38"/>
    <w:styleLink w:val="GreenTriangle"/>
    <w:lvl w:ilvl="0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0180D"/>
    <w:multiLevelType w:val="hybridMultilevel"/>
    <w:tmpl w:val="0CFA4C38"/>
    <w:lvl w:ilvl="0" w:tplc="71BC974E">
      <w:start w:val="1"/>
      <w:numFmt w:val="bullet"/>
      <w:lvlText w:val=""/>
      <w:lvlPicBulletId w:val="0"/>
      <w:lvlJc w:val="left"/>
      <w:pPr>
        <w:ind w:left="1422" w:hanging="360"/>
      </w:pPr>
      <w:rPr>
        <w:rFonts w:ascii="Symbol" w:hAnsi="Symbol" w:hint="default"/>
        <w:caps w:val="0"/>
        <w:strike w:val="0"/>
        <w:dstrike w:val="0"/>
        <w:vanish w:val="0"/>
        <w:color w:val="009877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9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31"/>
  </w:num>
  <w:num w:numId="4">
    <w:abstractNumId w:val="13"/>
  </w:num>
  <w:num w:numId="5">
    <w:abstractNumId w:val="10"/>
  </w:num>
  <w:num w:numId="6">
    <w:abstractNumId w:val="14"/>
  </w:num>
  <w:num w:numId="7">
    <w:abstractNumId w:val="27"/>
  </w:num>
  <w:num w:numId="8">
    <w:abstractNumId w:val="11"/>
  </w:num>
  <w:num w:numId="9">
    <w:abstractNumId w:val="29"/>
  </w:num>
  <w:num w:numId="10">
    <w:abstractNumId w:val="26"/>
  </w:num>
  <w:num w:numId="11">
    <w:abstractNumId w:val="30"/>
  </w:num>
  <w:num w:numId="12">
    <w:abstractNumId w:val="20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28"/>
  </w:num>
  <w:num w:numId="26">
    <w:abstractNumId w:val="16"/>
  </w:num>
  <w:num w:numId="27">
    <w:abstractNumId w:val="15"/>
  </w:num>
  <w:num w:numId="28">
    <w:abstractNumId w:val="25"/>
  </w:num>
  <w:num w:numId="29">
    <w:abstractNumId w:val="17"/>
  </w:num>
  <w:num w:numId="30">
    <w:abstractNumId w:val="22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814"/>
    <w:rsid w:val="00017567"/>
    <w:rsid w:val="00017B8E"/>
    <w:rsid w:val="00035E8E"/>
    <w:rsid w:val="000416D2"/>
    <w:rsid w:val="00054568"/>
    <w:rsid w:val="000935E8"/>
    <w:rsid w:val="000B5AC4"/>
    <w:rsid w:val="000D0D73"/>
    <w:rsid w:val="000D6839"/>
    <w:rsid w:val="00120D0D"/>
    <w:rsid w:val="00123042"/>
    <w:rsid w:val="00130715"/>
    <w:rsid w:val="00164906"/>
    <w:rsid w:val="001678D7"/>
    <w:rsid w:val="00181AB1"/>
    <w:rsid w:val="00184872"/>
    <w:rsid w:val="001D0E28"/>
    <w:rsid w:val="001F24ED"/>
    <w:rsid w:val="001F2573"/>
    <w:rsid w:val="002013ED"/>
    <w:rsid w:val="0020207D"/>
    <w:rsid w:val="002129B5"/>
    <w:rsid w:val="002162F5"/>
    <w:rsid w:val="00241A8A"/>
    <w:rsid w:val="002446FE"/>
    <w:rsid w:val="0025291F"/>
    <w:rsid w:val="00255331"/>
    <w:rsid w:val="00255438"/>
    <w:rsid w:val="002608FF"/>
    <w:rsid w:val="002673FF"/>
    <w:rsid w:val="002756DF"/>
    <w:rsid w:val="00275CA9"/>
    <w:rsid w:val="00281E17"/>
    <w:rsid w:val="002A033E"/>
    <w:rsid w:val="002A0642"/>
    <w:rsid w:val="002E1300"/>
    <w:rsid w:val="002E570E"/>
    <w:rsid w:val="002F2EF0"/>
    <w:rsid w:val="002F3AED"/>
    <w:rsid w:val="002F6636"/>
    <w:rsid w:val="00314E2D"/>
    <w:rsid w:val="00352E6B"/>
    <w:rsid w:val="003A2804"/>
    <w:rsid w:val="003D1FBF"/>
    <w:rsid w:val="003D33DE"/>
    <w:rsid w:val="003D599B"/>
    <w:rsid w:val="003E78CB"/>
    <w:rsid w:val="003F01FC"/>
    <w:rsid w:val="003F5299"/>
    <w:rsid w:val="00406F01"/>
    <w:rsid w:val="00461A27"/>
    <w:rsid w:val="00471F82"/>
    <w:rsid w:val="004861D7"/>
    <w:rsid w:val="00494676"/>
    <w:rsid w:val="00495208"/>
    <w:rsid w:val="004A09A9"/>
    <w:rsid w:val="004A109D"/>
    <w:rsid w:val="004B4D3F"/>
    <w:rsid w:val="004C04B5"/>
    <w:rsid w:val="004C7895"/>
    <w:rsid w:val="004F1EF6"/>
    <w:rsid w:val="004F3180"/>
    <w:rsid w:val="00530EE4"/>
    <w:rsid w:val="005572BF"/>
    <w:rsid w:val="00570354"/>
    <w:rsid w:val="0057496A"/>
    <w:rsid w:val="00585B3F"/>
    <w:rsid w:val="00595EC3"/>
    <w:rsid w:val="005B5EEC"/>
    <w:rsid w:val="005B71F1"/>
    <w:rsid w:val="005C0C16"/>
    <w:rsid w:val="005F2A62"/>
    <w:rsid w:val="005F6E18"/>
    <w:rsid w:val="0061586C"/>
    <w:rsid w:val="00625EF4"/>
    <w:rsid w:val="006506CA"/>
    <w:rsid w:val="0066136D"/>
    <w:rsid w:val="006625ED"/>
    <w:rsid w:val="00663BEC"/>
    <w:rsid w:val="006702BC"/>
    <w:rsid w:val="00693883"/>
    <w:rsid w:val="006B1568"/>
    <w:rsid w:val="006B3EC8"/>
    <w:rsid w:val="006C1406"/>
    <w:rsid w:val="006D7FC3"/>
    <w:rsid w:val="006E7D3C"/>
    <w:rsid w:val="0070116E"/>
    <w:rsid w:val="00746D28"/>
    <w:rsid w:val="0075068A"/>
    <w:rsid w:val="0075665B"/>
    <w:rsid w:val="007625FF"/>
    <w:rsid w:val="007740CB"/>
    <w:rsid w:val="007824E4"/>
    <w:rsid w:val="00782D48"/>
    <w:rsid w:val="007833F1"/>
    <w:rsid w:val="00794AF0"/>
    <w:rsid w:val="007A5243"/>
    <w:rsid w:val="007D2738"/>
    <w:rsid w:val="007E2329"/>
    <w:rsid w:val="007F0BC5"/>
    <w:rsid w:val="007F33ED"/>
    <w:rsid w:val="007F6C22"/>
    <w:rsid w:val="00811207"/>
    <w:rsid w:val="00816454"/>
    <w:rsid w:val="00822AB8"/>
    <w:rsid w:val="008240F1"/>
    <w:rsid w:val="00842CFA"/>
    <w:rsid w:val="00843A45"/>
    <w:rsid w:val="008514FA"/>
    <w:rsid w:val="00856B8E"/>
    <w:rsid w:val="008645F7"/>
    <w:rsid w:val="008732D5"/>
    <w:rsid w:val="00887B66"/>
    <w:rsid w:val="008A32D4"/>
    <w:rsid w:val="008A699B"/>
    <w:rsid w:val="008D0591"/>
    <w:rsid w:val="008D5779"/>
    <w:rsid w:val="008F2234"/>
    <w:rsid w:val="009148D1"/>
    <w:rsid w:val="00926DA2"/>
    <w:rsid w:val="00941BBA"/>
    <w:rsid w:val="00956875"/>
    <w:rsid w:val="00975E5A"/>
    <w:rsid w:val="009C09B5"/>
    <w:rsid w:val="009C23EC"/>
    <w:rsid w:val="009D20EB"/>
    <w:rsid w:val="009E229A"/>
    <w:rsid w:val="009E2443"/>
    <w:rsid w:val="00A10D08"/>
    <w:rsid w:val="00A14166"/>
    <w:rsid w:val="00A276C8"/>
    <w:rsid w:val="00A50598"/>
    <w:rsid w:val="00A615B7"/>
    <w:rsid w:val="00A75EE2"/>
    <w:rsid w:val="00AA7F9A"/>
    <w:rsid w:val="00AC160A"/>
    <w:rsid w:val="00AE491D"/>
    <w:rsid w:val="00BD617C"/>
    <w:rsid w:val="00BF3EEB"/>
    <w:rsid w:val="00C0176D"/>
    <w:rsid w:val="00C04735"/>
    <w:rsid w:val="00C124FC"/>
    <w:rsid w:val="00C24B2B"/>
    <w:rsid w:val="00C26F40"/>
    <w:rsid w:val="00C34FCA"/>
    <w:rsid w:val="00C9089C"/>
    <w:rsid w:val="00CA134D"/>
    <w:rsid w:val="00CE68AB"/>
    <w:rsid w:val="00CF3B2B"/>
    <w:rsid w:val="00CF6353"/>
    <w:rsid w:val="00D21C6C"/>
    <w:rsid w:val="00D22838"/>
    <w:rsid w:val="00D52F52"/>
    <w:rsid w:val="00D65717"/>
    <w:rsid w:val="00D94146"/>
    <w:rsid w:val="00DB3E0A"/>
    <w:rsid w:val="00DC222B"/>
    <w:rsid w:val="00DE00AB"/>
    <w:rsid w:val="00DE0F23"/>
    <w:rsid w:val="00DE5E66"/>
    <w:rsid w:val="00DE6122"/>
    <w:rsid w:val="00E018AB"/>
    <w:rsid w:val="00E15FBB"/>
    <w:rsid w:val="00E62814"/>
    <w:rsid w:val="00E637A6"/>
    <w:rsid w:val="00E7507D"/>
    <w:rsid w:val="00E8035A"/>
    <w:rsid w:val="00E8272F"/>
    <w:rsid w:val="00EA0377"/>
    <w:rsid w:val="00EA5CE4"/>
    <w:rsid w:val="00EB5520"/>
    <w:rsid w:val="00ED78AF"/>
    <w:rsid w:val="00EF0ECC"/>
    <w:rsid w:val="00F224E6"/>
    <w:rsid w:val="00F45810"/>
    <w:rsid w:val="00F54BA2"/>
    <w:rsid w:val="00F554ED"/>
    <w:rsid w:val="00F61B49"/>
    <w:rsid w:val="00F66E7A"/>
    <w:rsid w:val="00F67C92"/>
    <w:rsid w:val="00F841A9"/>
    <w:rsid w:val="00F86D26"/>
    <w:rsid w:val="00F95EE1"/>
    <w:rsid w:val="00F960BE"/>
    <w:rsid w:val="00FA70E4"/>
    <w:rsid w:val="00FC7591"/>
    <w:rsid w:val="00FC7B87"/>
    <w:rsid w:val="00FD2455"/>
    <w:rsid w:val="00FE7BFB"/>
    <w:rsid w:val="00F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8D9691"/>
  <w15:docId w15:val="{57EBCD29-38BB-46F1-9CCD-886BBA62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443"/>
  </w:style>
  <w:style w:type="paragraph" w:styleId="Heading1">
    <w:name w:val="heading 1"/>
    <w:basedOn w:val="Normal"/>
    <w:next w:val="Normal"/>
    <w:link w:val="Heading1Char"/>
    <w:uiPriority w:val="9"/>
    <w:qFormat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F223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Gotham-Book" w:hAnsi="Gotham-Book" w:cs="Gotham-Book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ACTHeading2">
    <w:name w:val="FACT_Heading 2"/>
    <w:next w:val="FACTDoubleColumn"/>
    <w:qFormat/>
    <w:rsid w:val="00CA134D"/>
    <w:pPr>
      <w:spacing w:after="80"/>
      <w:jc w:val="center"/>
    </w:pPr>
    <w:rPr>
      <w:rFonts w:cs="Arial"/>
      <w:b/>
      <w:color w:val="009877"/>
      <w:szCs w:val="20"/>
    </w:rPr>
  </w:style>
  <w:style w:type="paragraph" w:customStyle="1" w:styleId="FACTHeading1">
    <w:name w:val="FACT_Heading 1"/>
    <w:next w:val="FACTHeading2"/>
    <w:qFormat/>
    <w:rsid w:val="00CA134D"/>
    <w:pPr>
      <w:spacing w:before="360"/>
      <w:jc w:val="center"/>
    </w:pPr>
    <w:rPr>
      <w:rFonts w:cs="Arial"/>
      <w:b/>
      <w:caps/>
      <w:color w:val="003A5D"/>
      <w:sz w:val="26"/>
      <w:szCs w:val="20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CTSHEET">
    <w:name w:val="FACT SHEET"/>
    <w:basedOn w:val="Normal"/>
    <w:next w:val="Normal"/>
    <w:qFormat/>
    <w:rsid w:val="00DE0F23"/>
    <w:pPr>
      <w:framePr w:wrap="around" w:vAnchor="text" w:hAnchor="text" w:xAlign="right" w:y="1"/>
      <w:spacing w:line="400" w:lineRule="exact"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FACTFooterAddressInfo">
    <w:name w:val="FACT_Footer Address Info"/>
    <w:basedOn w:val="Normal"/>
    <w:qFormat/>
    <w:rsid w:val="008D5779"/>
    <w:pPr>
      <w:tabs>
        <w:tab w:val="center" w:pos="4320"/>
        <w:tab w:val="right" w:pos="8640"/>
      </w:tabs>
      <w:spacing w:line="200" w:lineRule="exact"/>
      <w:jc w:val="center"/>
    </w:pPr>
    <w:rPr>
      <w:b/>
      <w:color w:val="FFFFFF" w:themeColor="background1"/>
      <w:spacing w:val="1"/>
      <w:sz w:val="20"/>
      <w:szCs w:val="18"/>
    </w:rPr>
  </w:style>
  <w:style w:type="paragraph" w:customStyle="1" w:styleId="FACTDoubleColumn">
    <w:name w:val="FACT_Double Column"/>
    <w:qFormat/>
    <w:rsid w:val="00F61B49"/>
    <w:pPr>
      <w:numPr>
        <w:numId w:val="29"/>
      </w:numPr>
      <w:spacing w:after="20"/>
      <w:ind w:left="360"/>
    </w:pPr>
    <w:rPr>
      <w:rFonts w:cs="Arial"/>
      <w:sz w:val="22"/>
      <w:szCs w:val="20"/>
    </w:rPr>
  </w:style>
  <w:style w:type="numbering" w:customStyle="1" w:styleId="GreenTriangle">
    <w:name w:val="Green Triangle"/>
    <w:uiPriority w:val="99"/>
    <w:rsid w:val="002A033E"/>
    <w:pPr>
      <w:numPr>
        <w:numId w:val="28"/>
      </w:numPr>
    </w:pPr>
  </w:style>
  <w:style w:type="numbering" w:customStyle="1" w:styleId="InvertedTriangle">
    <w:name w:val="Inverted Triangle"/>
    <w:uiPriority w:val="99"/>
    <w:rsid w:val="009E229A"/>
    <w:pPr>
      <w:numPr>
        <w:numId w:val="31"/>
      </w:numPr>
    </w:pPr>
  </w:style>
  <w:style w:type="paragraph" w:customStyle="1" w:styleId="FACTSinglecolumn">
    <w:name w:val="FACT_Single column"/>
    <w:basedOn w:val="FACTDoubleColumn"/>
    <w:qFormat/>
    <w:rsid w:val="00F61B49"/>
    <w:pPr>
      <w:spacing w:after="40"/>
    </w:pPr>
  </w:style>
  <w:style w:type="paragraph" w:customStyle="1" w:styleId="FACTSidebarlist">
    <w:name w:val="FACT_Sidebar list"/>
    <w:basedOn w:val="FACTSinglecolumn"/>
    <w:qFormat/>
    <w:rsid w:val="00FF4FFE"/>
    <w:pPr>
      <w:ind w:left="216" w:hanging="216"/>
    </w:pPr>
    <w:rPr>
      <w:color w:val="003A5D"/>
      <w:sz w:val="20"/>
    </w:rPr>
  </w:style>
  <w:style w:type="paragraph" w:customStyle="1" w:styleId="FACTSidebartext">
    <w:name w:val="FACT_Sidebar text"/>
    <w:qFormat/>
    <w:rsid w:val="00DC222B"/>
    <w:rPr>
      <w:rFonts w:cs="Arial"/>
      <w:color w:val="003A5D"/>
      <w:sz w:val="22"/>
      <w:szCs w:val="20"/>
    </w:rPr>
  </w:style>
  <w:style w:type="paragraph" w:customStyle="1" w:styleId="FACTSidebarHeading">
    <w:name w:val="FACT_Sidebar Heading"/>
    <w:basedOn w:val="FACTHeading1"/>
    <w:next w:val="FACTSidebartext"/>
    <w:qFormat/>
    <w:rsid w:val="002F3AED"/>
    <w:pPr>
      <w:spacing w:after="80" w:line="260" w:lineRule="exact"/>
    </w:pPr>
    <w:rPr>
      <w:sz w:val="24"/>
    </w:rPr>
  </w:style>
  <w:style w:type="paragraph" w:customStyle="1" w:styleId="FACTSidebarGrayRule">
    <w:name w:val="FACT_Sidebar Gray Rule"/>
    <w:basedOn w:val="Normal"/>
    <w:qFormat/>
    <w:rsid w:val="00FF4FFE"/>
    <w:pPr>
      <w:widowControl w:val="0"/>
      <w:pBdr>
        <w:bottom w:val="single" w:sz="48" w:space="0" w:color="D9D9D9" w:themeColor="background1" w:themeShade="D9"/>
      </w:pBdr>
      <w:autoSpaceDE w:val="0"/>
      <w:autoSpaceDN w:val="0"/>
      <w:adjustRightInd w:val="0"/>
      <w:spacing w:before="120" w:after="360"/>
      <w:textAlignment w:val="center"/>
    </w:pPr>
    <w:rPr>
      <w:rFonts w:cstheme="minorHAnsi"/>
      <w:color w:val="000000"/>
      <w:sz w:val="22"/>
      <w:szCs w:val="22"/>
    </w:rPr>
  </w:style>
  <w:style w:type="character" w:customStyle="1" w:styleId="FACTYellowBullet">
    <w:name w:val="FACT_Yellow Bullet"/>
    <w:basedOn w:val="DefaultParagraphFont"/>
    <w:uiPriority w:val="1"/>
    <w:qFormat/>
    <w:rsid w:val="008D5779"/>
    <w:rPr>
      <w:color w:val="FDB525"/>
      <w:positio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3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2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814"/>
  </w:style>
  <w:style w:type="paragraph" w:styleId="Footer">
    <w:name w:val="footer"/>
    <w:basedOn w:val="Normal"/>
    <w:link w:val="FooterChar"/>
    <w:uiPriority w:val="99"/>
    <w:unhideWhenUsed/>
    <w:rsid w:val="00E62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inkham\Downloads\MassHire_FACT%20SHEET_Berkshires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D6F0B4-96D3-4365-92EE-31EC1918D8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E312A6-FE71-456E-99AB-3B7A8BB2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5F7A5-3669-4B0A-AE03-5388318464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45CBA-AC96-46B1-83AB-EA032A7DE9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MassHire_FACT SHEET_Berkshires_WIB.dotx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Laurie Pinkham</cp:lastModifiedBy>
  <cp:revision>2</cp:revision>
  <cp:lastPrinted>2018-05-15T03:12:00Z</cp:lastPrinted>
  <dcterms:created xsi:type="dcterms:W3CDTF">2022-05-04T20:39:00Z</dcterms:created>
  <dcterms:modified xsi:type="dcterms:W3CDTF">2022-05-04T20:39:00Z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3614700</vt:r8>
  </property>
</Properties>
</file>